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84A4A" w14:textId="77777777" w:rsidR="00E840C3" w:rsidRPr="00A85C2A" w:rsidRDefault="00E840C3" w:rsidP="00E840C3">
      <w:pPr>
        <w:rPr>
          <w:sz w:val="4"/>
          <w:szCs w:val="4"/>
        </w:rPr>
      </w:pPr>
    </w:p>
    <w:sdt>
      <w:sdtPr>
        <w:rPr>
          <w:sz w:val="24"/>
          <w:szCs w:val="22"/>
        </w:rPr>
        <w:alias w:val="swiCurrentDate"/>
        <w:tag w:val="swiCurrentDate"/>
        <w:id w:val="-631014147"/>
        <w:placeholder>
          <w:docPart w:val="73F53962C1A54DEE9B18C98947CB790A"/>
        </w:placeholder>
        <w:date w:fullDate="2025-09-17T00:00:00Z">
          <w:dateFormat w:val="MMMM d, yyyy"/>
          <w:lid w:val="en-US"/>
          <w:storeMappedDataAs w:val="dateTime"/>
          <w:calendar w:val="gregorian"/>
        </w:date>
      </w:sdtPr>
      <w:sdtEndPr/>
      <w:sdtContent>
        <w:p w14:paraId="2E4BA424" w14:textId="7E7F852A" w:rsidR="0028327D" w:rsidRPr="00A85C2A" w:rsidRDefault="007E2162" w:rsidP="008864F5">
          <w:pPr>
            <w:pStyle w:val="LetterDate"/>
            <w:rPr>
              <w:sz w:val="24"/>
              <w:szCs w:val="22"/>
            </w:rPr>
          </w:pPr>
          <w:r>
            <w:rPr>
              <w:sz w:val="24"/>
              <w:szCs w:val="22"/>
            </w:rPr>
            <w:t>September 17, 2025</w:t>
          </w:r>
        </w:p>
      </w:sdtContent>
    </w:sdt>
    <w:p w14:paraId="26E4C608" w14:textId="77777777" w:rsidR="008910DD" w:rsidRPr="00A85C2A" w:rsidRDefault="008864F5" w:rsidP="008864F5">
      <w:pPr>
        <w:pStyle w:val="Addressee"/>
        <w:spacing w:after="0"/>
        <w:rPr>
          <w:sz w:val="24"/>
          <w:szCs w:val="22"/>
        </w:rPr>
      </w:pPr>
      <w:bookmarkStart w:id="0" w:name="To"/>
      <w:r w:rsidRPr="00A85C2A">
        <w:rPr>
          <w:sz w:val="24"/>
          <w:szCs w:val="22"/>
        </w:rPr>
        <w:t>Ms. Sallie Tanner</w:t>
      </w:r>
      <w:r w:rsidRPr="00A85C2A">
        <w:rPr>
          <w:sz w:val="24"/>
          <w:szCs w:val="22"/>
        </w:rPr>
        <w:br/>
        <w:t>Executive Secretary</w:t>
      </w:r>
    </w:p>
    <w:p w14:paraId="38186170" w14:textId="50E6014F" w:rsidR="008864F5" w:rsidRPr="00A85C2A" w:rsidRDefault="008864F5" w:rsidP="008864F5">
      <w:pPr>
        <w:pStyle w:val="Addressee"/>
        <w:spacing w:after="0"/>
        <w:rPr>
          <w:sz w:val="24"/>
          <w:szCs w:val="22"/>
        </w:rPr>
      </w:pPr>
      <w:r w:rsidRPr="00A85C2A">
        <w:rPr>
          <w:sz w:val="24"/>
          <w:szCs w:val="22"/>
        </w:rPr>
        <w:t>Georgia Public Service Commission</w:t>
      </w:r>
    </w:p>
    <w:p w14:paraId="2E5C9D85" w14:textId="5AD26AC0" w:rsidR="008864F5" w:rsidRPr="00A85C2A" w:rsidRDefault="008864F5" w:rsidP="008864F5">
      <w:pPr>
        <w:pStyle w:val="Addressee"/>
        <w:spacing w:after="0"/>
        <w:rPr>
          <w:sz w:val="24"/>
          <w:szCs w:val="22"/>
        </w:rPr>
      </w:pPr>
      <w:r w:rsidRPr="00A85C2A">
        <w:rPr>
          <w:sz w:val="24"/>
          <w:szCs w:val="22"/>
        </w:rPr>
        <w:t>244 Washington Street, S.W.</w:t>
      </w:r>
    </w:p>
    <w:p w14:paraId="54580BB0" w14:textId="1473BB52" w:rsidR="008864F5" w:rsidRPr="00A85C2A" w:rsidRDefault="008864F5" w:rsidP="00AE14C5">
      <w:pPr>
        <w:pStyle w:val="Addressee"/>
        <w:rPr>
          <w:sz w:val="24"/>
          <w:szCs w:val="22"/>
        </w:rPr>
      </w:pPr>
      <w:r w:rsidRPr="00A85C2A">
        <w:rPr>
          <w:sz w:val="24"/>
          <w:szCs w:val="22"/>
        </w:rPr>
        <w:t>Atlanta, Georgia 30334</w:t>
      </w:r>
    </w:p>
    <w:bookmarkEnd w:id="0"/>
    <w:p w14:paraId="318DE94A" w14:textId="77777777" w:rsidR="00864484" w:rsidRPr="00A85C2A" w:rsidRDefault="00864484" w:rsidP="00864484">
      <w:pPr>
        <w:rPr>
          <w:sz w:val="24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8640"/>
      </w:tblGrid>
      <w:tr w:rsidR="008864F5" w:rsidRPr="00A85C2A" w14:paraId="58D05A16" w14:textId="77777777" w:rsidTr="00DA1B66">
        <w:tc>
          <w:tcPr>
            <w:tcW w:w="720" w:type="dxa"/>
          </w:tcPr>
          <w:p w14:paraId="2C3B8131" w14:textId="77777777" w:rsidR="008864F5" w:rsidRPr="00A85C2A" w:rsidRDefault="008864F5" w:rsidP="00DA1B66">
            <w:pPr>
              <w:pStyle w:val="Reline"/>
              <w:rPr>
                <w:sz w:val="24"/>
                <w:szCs w:val="22"/>
              </w:rPr>
            </w:pPr>
            <w:bookmarkStart w:id="1" w:name="ReType"/>
            <w:r w:rsidRPr="00A85C2A">
              <w:rPr>
                <w:sz w:val="24"/>
                <w:szCs w:val="22"/>
              </w:rPr>
              <w:t>Re:</w:t>
            </w:r>
          </w:p>
        </w:tc>
        <w:tc>
          <w:tcPr>
            <w:tcW w:w="8640" w:type="dxa"/>
          </w:tcPr>
          <w:p w14:paraId="01D80F51" w14:textId="5613842F" w:rsidR="008864F5" w:rsidRPr="00A85C2A" w:rsidRDefault="008864F5" w:rsidP="00171B51">
            <w:pPr>
              <w:pStyle w:val="Reline"/>
              <w:jc w:val="both"/>
              <w:rPr>
                <w:sz w:val="24"/>
                <w:szCs w:val="22"/>
              </w:rPr>
            </w:pPr>
            <w:bookmarkStart w:id="2" w:name="Re"/>
            <w:r w:rsidRPr="00A85C2A">
              <w:rPr>
                <w:sz w:val="24"/>
                <w:szCs w:val="22"/>
              </w:rPr>
              <w:t xml:space="preserve">Georgia Power Company’s Application for the Certification of </w:t>
            </w:r>
            <w:r w:rsidR="0071487B">
              <w:rPr>
                <w:sz w:val="24"/>
                <w:szCs w:val="22"/>
              </w:rPr>
              <w:t>Capacity from the 2029-2031 All-Source RFP</w:t>
            </w:r>
            <w:r w:rsidR="005A2FBE">
              <w:rPr>
                <w:sz w:val="24"/>
                <w:szCs w:val="22"/>
              </w:rPr>
              <w:t>,</w:t>
            </w:r>
            <w:r w:rsidR="0071487B">
              <w:rPr>
                <w:sz w:val="24"/>
                <w:szCs w:val="22"/>
              </w:rPr>
              <w:t xml:space="preserve"> Docket No. 56298</w:t>
            </w:r>
            <w:r w:rsidR="005A2FBE">
              <w:rPr>
                <w:sz w:val="24"/>
                <w:szCs w:val="22"/>
              </w:rPr>
              <w:t>;</w:t>
            </w:r>
            <w:r w:rsidR="0071487B">
              <w:rPr>
                <w:sz w:val="24"/>
                <w:szCs w:val="22"/>
              </w:rPr>
              <w:t xml:space="preserve"> and Georgia Power Company’s Application for the Certification of Capacity Supplemental Resources</w:t>
            </w:r>
            <w:r w:rsidR="005A2FBE">
              <w:rPr>
                <w:sz w:val="24"/>
                <w:szCs w:val="22"/>
              </w:rPr>
              <w:t>,</w:t>
            </w:r>
            <w:r w:rsidR="0071487B">
              <w:rPr>
                <w:sz w:val="24"/>
                <w:szCs w:val="22"/>
              </w:rPr>
              <w:t xml:space="preserve"> Docket No. 56310</w:t>
            </w:r>
            <w:bookmarkEnd w:id="2"/>
            <w:r w:rsidRPr="00A85C2A">
              <w:rPr>
                <w:sz w:val="24"/>
                <w:szCs w:val="22"/>
              </w:rPr>
              <w:fldChar w:fldCharType="begin"/>
            </w:r>
            <w:r w:rsidRPr="00A85C2A">
              <w:rPr>
                <w:sz w:val="24"/>
                <w:szCs w:val="22"/>
              </w:rPr>
              <w:instrText xml:space="preserve"> \swibookmark "Re" </w:instrText>
            </w:r>
            <w:r w:rsidRPr="00A85C2A">
              <w:rPr>
                <w:sz w:val="24"/>
                <w:szCs w:val="22"/>
              </w:rPr>
              <w:fldChar w:fldCharType="end"/>
            </w:r>
          </w:p>
        </w:tc>
      </w:tr>
    </w:tbl>
    <w:bookmarkEnd w:id="1"/>
    <w:p w14:paraId="4C1CD8A8" w14:textId="77777777" w:rsidR="00225F22" w:rsidRPr="00A85C2A" w:rsidRDefault="00E519E6" w:rsidP="00B165F9">
      <w:pPr>
        <w:pStyle w:val="Reline"/>
        <w:rPr>
          <w:sz w:val="24"/>
          <w:szCs w:val="22"/>
        </w:rPr>
      </w:pPr>
      <w:r w:rsidRPr="00A85C2A">
        <w:rPr>
          <w:sz w:val="24"/>
          <w:szCs w:val="22"/>
        </w:rPr>
        <w:t xml:space="preserve"> </w:t>
      </w:r>
    </w:p>
    <w:p w14:paraId="09B08DA3" w14:textId="2AE592F9" w:rsidR="0028327D" w:rsidRPr="00A85C2A" w:rsidRDefault="008864F5" w:rsidP="008864F5">
      <w:pPr>
        <w:pStyle w:val="Salutation"/>
        <w:jc w:val="both"/>
        <w:rPr>
          <w:sz w:val="24"/>
          <w:szCs w:val="22"/>
        </w:rPr>
      </w:pPr>
      <w:bookmarkStart w:id="3" w:name="Salutation"/>
      <w:r w:rsidRPr="00A85C2A">
        <w:rPr>
          <w:sz w:val="24"/>
          <w:szCs w:val="22"/>
        </w:rPr>
        <w:t>Dear Ms. Tanner:</w:t>
      </w:r>
    </w:p>
    <w:p w14:paraId="60C90D19" w14:textId="2F68D7E7" w:rsidR="008864F5" w:rsidRPr="00A85C2A" w:rsidRDefault="008864F5" w:rsidP="00936520">
      <w:pPr>
        <w:pStyle w:val="Closing"/>
        <w:jc w:val="both"/>
        <w:rPr>
          <w:sz w:val="24"/>
          <w:szCs w:val="22"/>
        </w:rPr>
      </w:pPr>
      <w:bookmarkStart w:id="4" w:name="swiBeginHere"/>
      <w:bookmarkEnd w:id="3"/>
      <w:bookmarkEnd w:id="4"/>
      <w:r w:rsidRPr="00A85C2A">
        <w:rPr>
          <w:sz w:val="24"/>
          <w:szCs w:val="22"/>
        </w:rPr>
        <w:t>Enclosed for filing on behalf of Georgia Power Company (“Georgia Power”) is</w:t>
      </w:r>
      <w:r w:rsidR="00171B51">
        <w:rPr>
          <w:sz w:val="24"/>
          <w:szCs w:val="22"/>
        </w:rPr>
        <w:t xml:space="preserve"> the </w:t>
      </w:r>
      <w:r w:rsidR="00E85B12">
        <w:rPr>
          <w:sz w:val="24"/>
          <w:szCs w:val="22"/>
        </w:rPr>
        <w:t xml:space="preserve">Budget 2026 Load and Energy Forecast (“B2026 Load Forecast”) and the </w:t>
      </w:r>
      <w:r w:rsidR="00171B51">
        <w:rPr>
          <w:sz w:val="24"/>
          <w:szCs w:val="22"/>
        </w:rPr>
        <w:t xml:space="preserve">Direct Testimony of </w:t>
      </w:r>
      <w:r w:rsidR="00EC5B8C">
        <w:rPr>
          <w:sz w:val="24"/>
          <w:szCs w:val="22"/>
        </w:rPr>
        <w:t>Francisco Valle</w:t>
      </w:r>
      <w:r w:rsidRPr="00A85C2A">
        <w:rPr>
          <w:sz w:val="24"/>
          <w:szCs w:val="22"/>
        </w:rPr>
        <w:t>.</w:t>
      </w:r>
      <w:r w:rsidR="009F2C7A">
        <w:rPr>
          <w:sz w:val="24"/>
          <w:szCs w:val="22"/>
        </w:rPr>
        <w:t xml:space="preserve"> </w:t>
      </w:r>
      <w:r w:rsidR="00E85B12">
        <w:rPr>
          <w:sz w:val="24"/>
          <w:szCs w:val="22"/>
        </w:rPr>
        <w:t>The B2026 Load Forecast</w:t>
      </w:r>
      <w:r w:rsidR="009F2C7A">
        <w:rPr>
          <w:sz w:val="24"/>
          <w:szCs w:val="22"/>
        </w:rPr>
        <w:t xml:space="preserve"> contains certain information that is being filed under the Commission’s trade secret rules as explained in the enclosed basis for assertion.</w:t>
      </w:r>
    </w:p>
    <w:p w14:paraId="236D7CAA" w14:textId="607241D9" w:rsidR="008864F5" w:rsidRPr="00A85C2A" w:rsidRDefault="008864F5" w:rsidP="00936520">
      <w:pPr>
        <w:pStyle w:val="Closing"/>
        <w:jc w:val="both"/>
        <w:rPr>
          <w:sz w:val="24"/>
          <w:szCs w:val="22"/>
        </w:rPr>
      </w:pPr>
      <w:r w:rsidRPr="00A85C2A">
        <w:rPr>
          <w:sz w:val="24"/>
          <w:szCs w:val="22"/>
        </w:rPr>
        <w:t xml:space="preserve">Please call me at (404) 885-3779 if you have any questions regarding this filing. </w:t>
      </w:r>
    </w:p>
    <w:sdt>
      <w:sdtPr>
        <w:rPr>
          <w:sz w:val="24"/>
          <w:szCs w:val="22"/>
        </w:rPr>
        <w:alias w:val="Closing"/>
        <w:tag w:val="Closing"/>
        <w:id w:val="-1159065676"/>
        <w:placeholder>
          <w:docPart w:val="2B7CE9D8DFED4BD1A0D6FF366B985DE8"/>
        </w:placeholder>
        <w:comboBox>
          <w:listItem w:displayText="Best regards," w:value="Best regards,"/>
          <w:listItem w:displayText="Best wishes," w:value="Best wishes,"/>
          <w:listItem w:displayText="Cordially," w:value="Cordially,"/>
          <w:listItem w:displayText="Regards," w:value="Regards,"/>
          <w:listItem w:displayText="Respectfully submitted," w:value="Respectfully submitted,"/>
          <w:listItem w:displayText="Respectfully yours," w:value="Respectfully yours,"/>
          <w:listItem w:displayText="Sincerely yours," w:value="Sincerely yours,"/>
          <w:listItem w:displayText="Sincerely," w:value="Sincerely,"/>
          <w:listItem w:displayText="Very truly yours," w:value="Very truly yours,"/>
        </w:comboBox>
      </w:sdtPr>
      <w:sdtEndPr/>
      <w:sdtContent>
        <w:p w14:paraId="0E9A0939" w14:textId="35ED0441" w:rsidR="0028327D" w:rsidRPr="00A85C2A" w:rsidRDefault="008864F5" w:rsidP="008864F5">
          <w:pPr>
            <w:pStyle w:val="Closing"/>
            <w:jc w:val="both"/>
            <w:rPr>
              <w:sz w:val="24"/>
              <w:szCs w:val="22"/>
            </w:rPr>
          </w:pPr>
          <w:r w:rsidRPr="00A85C2A">
            <w:rPr>
              <w:sz w:val="24"/>
              <w:szCs w:val="22"/>
            </w:rPr>
            <w:t>Sincerely,</w:t>
          </w:r>
        </w:p>
      </w:sdtContent>
    </w:sdt>
    <w:p w14:paraId="7F089A14" w14:textId="77777777" w:rsidR="00486162" w:rsidRPr="00A85C2A" w:rsidRDefault="0012778D" w:rsidP="000517CD">
      <w:pPr>
        <w:pStyle w:val="ByLine"/>
        <w:rPr>
          <w:sz w:val="24"/>
          <w:szCs w:val="28"/>
          <w:u w:val="single"/>
        </w:rPr>
      </w:pPr>
      <w:bookmarkStart w:id="5" w:name="ckbFirmName"/>
      <w:bookmarkStart w:id="6" w:name="ckbByLine"/>
      <w:bookmarkEnd w:id="5"/>
      <w:bookmarkEnd w:id="6"/>
      <w:r w:rsidRPr="00A85C2A">
        <w:rPr>
          <w:sz w:val="24"/>
          <w:szCs w:val="28"/>
        </w:rPr>
        <w:t>By</w:t>
      </w:r>
      <w:r w:rsidRPr="00A85C2A">
        <w:rPr>
          <w:sz w:val="24"/>
          <w:szCs w:val="28"/>
          <w:u w:val="single"/>
        </w:rPr>
        <w:tab/>
      </w:r>
      <w:r w:rsidR="00486162" w:rsidRPr="00A85C2A">
        <w:rPr>
          <w:sz w:val="24"/>
          <w:szCs w:val="28"/>
        </w:rPr>
        <w:t xml:space="preserve"> </w:t>
      </w:r>
    </w:p>
    <w:p w14:paraId="080BFB23" w14:textId="77777777" w:rsidR="0028327D" w:rsidRPr="00A85C2A" w:rsidRDefault="008864F5">
      <w:pPr>
        <w:pStyle w:val="SignerNames"/>
        <w:rPr>
          <w:sz w:val="24"/>
          <w:szCs w:val="22"/>
        </w:rPr>
      </w:pPr>
      <w:bookmarkStart w:id="7" w:name="From"/>
      <w:r w:rsidRPr="00A85C2A">
        <w:rPr>
          <w:sz w:val="24"/>
          <w:szCs w:val="22"/>
        </w:rPr>
        <w:t>Allison W. Pryor</w:t>
      </w:r>
    </w:p>
    <w:bookmarkEnd w:id="7"/>
    <w:p w14:paraId="41FBF0E4" w14:textId="77777777" w:rsidR="00BA2FF8" w:rsidRPr="00A85C2A" w:rsidRDefault="00BA2FF8" w:rsidP="00BA2FF8">
      <w:pPr>
        <w:rPr>
          <w:sz w:val="24"/>
          <w:szCs w:val="22"/>
        </w:rPr>
      </w:pPr>
    </w:p>
    <w:p w14:paraId="45747DDB" w14:textId="0D34BCC2" w:rsidR="008864F5" w:rsidRPr="00A85C2A" w:rsidRDefault="008864F5" w:rsidP="00BA2FF8">
      <w:pPr>
        <w:rPr>
          <w:sz w:val="24"/>
          <w:szCs w:val="22"/>
        </w:rPr>
      </w:pPr>
      <w:r w:rsidRPr="00A85C2A">
        <w:rPr>
          <w:sz w:val="24"/>
          <w:szCs w:val="22"/>
        </w:rPr>
        <w:t>Enclosure</w:t>
      </w:r>
    </w:p>
    <w:sectPr w:rsidR="008864F5" w:rsidRPr="00A85C2A" w:rsidSect="002832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304" w:right="1440" w:bottom="144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46E8D" w14:textId="77777777" w:rsidR="00A8124C" w:rsidRDefault="00A8124C">
      <w:r>
        <w:separator/>
      </w:r>
    </w:p>
  </w:endnote>
  <w:endnote w:type="continuationSeparator" w:id="0">
    <w:p w14:paraId="5D72FB6E" w14:textId="77777777" w:rsidR="00A8124C" w:rsidRDefault="00A8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B4E6F" w14:textId="77777777" w:rsidR="00A85C2A" w:rsidRDefault="00A85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BF14B" w14:textId="77777777" w:rsidR="0083353E" w:rsidRDefault="008335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864EA" w14:textId="77777777" w:rsidR="0083353E" w:rsidRDefault="00833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939AA" w14:textId="77777777" w:rsidR="00A8124C" w:rsidRDefault="00A8124C">
      <w:r>
        <w:separator/>
      </w:r>
    </w:p>
  </w:footnote>
  <w:footnote w:type="continuationSeparator" w:id="0">
    <w:p w14:paraId="4A0E7BB0" w14:textId="77777777" w:rsidR="00A8124C" w:rsidRDefault="00A81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0E797" w14:textId="77777777" w:rsidR="00A85C2A" w:rsidRDefault="00A85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5340B" w14:textId="345D80EB" w:rsidR="005C0D9C" w:rsidRPr="008864F5" w:rsidRDefault="006D0D9A" w:rsidP="006D0D9A">
    <w:pPr>
      <w:pStyle w:val="HeaderDeliveryPhrase"/>
      <w:rPr>
        <w:vanish/>
      </w:rPr>
    </w:pPr>
    <w:r w:rsidRPr="008864F5">
      <w:rPr>
        <w:vanish/>
      </w:rPr>
      <w:fldChar w:fldCharType="begin"/>
    </w:r>
    <w:r w:rsidRPr="008864F5">
      <w:rPr>
        <w:vanish/>
      </w:rPr>
      <w:instrText xml:space="preserve"> STYLEREF  "Delivery Phrase"  \* MERGEFORMAT </w:instrText>
    </w:r>
    <w:r w:rsidRPr="008864F5">
      <w:rPr>
        <w:vanish/>
      </w:rPr>
      <w:fldChar w:fldCharType="separate"/>
    </w:r>
    <w:r w:rsidR="008864F5">
      <w:rPr>
        <w:b w:val="0"/>
        <w:bCs/>
        <w:noProof/>
        <w:vanish/>
      </w:rPr>
      <w:t>Error! No text of specified style in document.</w:t>
    </w:r>
    <w:r w:rsidRPr="008864F5">
      <w:rPr>
        <w:vanish/>
      </w:rPr>
      <w:fldChar w:fldCharType="end"/>
    </w:r>
    <w:bookmarkStart w:id="8" w:name="ckbDeliveryHeader"/>
    <w:bookmarkEnd w:id="8"/>
  </w:p>
  <w:p w14:paraId="775A5D03" w14:textId="77777777" w:rsidR="005C0D9C" w:rsidRPr="008864F5" w:rsidRDefault="008864F5">
    <w:pPr>
      <w:pStyle w:val="Header"/>
      <w:rPr>
        <w:b/>
      </w:rPr>
    </w:pPr>
    <w:bookmarkStart w:id="9" w:name="ToInHeader"/>
    <w:r>
      <w:rPr>
        <w:b/>
      </w:rPr>
      <w:t>Ms. Sallie Tanner</w:t>
    </w:r>
    <w:bookmarkEnd w:id="9"/>
  </w:p>
  <w:p w14:paraId="60AF462E" w14:textId="3FB8FBCB" w:rsidR="005C0D9C" w:rsidRPr="00A9049A" w:rsidRDefault="008864F5" w:rsidP="004F4900">
    <w:pPr>
      <w:pStyle w:val="Header"/>
    </w:pPr>
    <w:fldSimple w:instr=" STYLEREF &quot;Letter Date&quot; \* MERGEFORMAT ">
      <w:r>
        <w:rPr>
          <w:noProof/>
        </w:rPr>
        <w:t>June 27, 2025</w:t>
      </w:r>
    </w:fldSimple>
  </w:p>
  <w:p w14:paraId="3F2449EC" w14:textId="77777777" w:rsidR="005C0D9C" w:rsidRDefault="00942557">
    <w:pPr>
      <w:pStyle w:val="Header"/>
      <w:spacing w:after="480"/>
    </w:pPr>
    <w:r w:rsidRPr="00A9049A">
      <w:t xml:space="preserve">Page </w:t>
    </w:r>
    <w:r w:rsidRPr="00A9049A">
      <w:fldChar w:fldCharType="begin"/>
    </w:r>
    <w:r w:rsidRPr="00A9049A">
      <w:instrText xml:space="preserve"> PAGE \* MERGEFORMAT </w:instrText>
    </w:r>
    <w:r w:rsidRPr="00A9049A">
      <w:fldChar w:fldCharType="separate"/>
    </w:r>
    <w:r w:rsidRPr="00A9049A">
      <w:rPr>
        <w:noProof/>
      </w:rPr>
      <w:t>2</w:t>
    </w:r>
    <w:r w:rsidRPr="00A9049A">
      <w:fldChar w:fldCharType="end"/>
    </w:r>
    <w:r w:rsidR="0011748E">
      <w:rPr>
        <w:noProof/>
      </w:rPr>
      <w:drawing>
        <wp:anchor distT="0" distB="0" distL="114300" distR="114300" simplePos="0" relativeHeight="251668480" behindDoc="0" locked="0" layoutInCell="1" allowOverlap="1" wp14:anchorId="3111BC19" wp14:editId="1069E287">
          <wp:simplePos x="0" y="0"/>
          <wp:positionH relativeFrom="rightMargin">
            <wp:posOffset>-1325880</wp:posOffset>
          </wp:positionH>
          <wp:positionV relativeFrom="page">
            <wp:posOffset>320040</wp:posOffset>
          </wp:positionV>
          <wp:extent cx="1326264" cy="438912"/>
          <wp:effectExtent l="0" t="0" r="7620" b="0"/>
          <wp:wrapNone/>
          <wp:docPr id="2117186095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18609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6264" cy="43891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85B12">
      <w:rPr>
        <w:noProof/>
      </w:rPr>
      <w:pict w14:anchorId="4924078B">
        <v:line id="Straight Connector 7" o:spid="_x0000_s1032" style="position:absolute;z-index:251666432;visibility:visible;mso-wrap-distance-top:-3e-5mm;mso-wrap-distance-bottom:-3e-5mm;mso-position-horizontal-relative:page;mso-position-vertical-relative:page;mso-width-relative:margin" from="72.7pt,96.5pt" to="540.7pt,96.5pt" strokecolor="#0091da" strokeweight=".5pt">
          <v:stroke joinstyle="miter"/>
          <o:lock v:ext="edit" shapetype="f"/>
          <w10:wrap anchorx="page" anchory="page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E8A8" w14:textId="77777777" w:rsidR="00D16597" w:rsidRDefault="00E85B12" w:rsidP="00D16597">
    <w:pPr>
      <w:pStyle w:val="Header"/>
      <w:spacing w:after="1320"/>
    </w:pPr>
    <w:r>
      <w:rPr>
        <w:noProof/>
      </w:rPr>
      <w:pict w14:anchorId="064249AC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1in;margin-top:30pt;width:324pt;height:66.25pt;z-index:251660288;visibility:visible;mso-position-horizontal-relative:page;mso-position-vertical-relative:page" filled="f" stroked="f">
          <v:textbox style="mso-next-textbox:#Text Box 2" inset="0,0,0,0">
            <w:txbxContent>
              <w:p w14:paraId="6C2E1E59" w14:textId="77777777" w:rsidR="005C0D9C" w:rsidRPr="00AA7992" w:rsidRDefault="005C0D9C" w:rsidP="00E36003">
                <w:pPr>
                  <w:pStyle w:val="HeaderLtrhead"/>
                </w:pPr>
                <w:r>
                  <w:t>Troutman Pepper Locke LLP</w:t>
                </w:r>
              </w:p>
              <w:p w14:paraId="404F36B1" w14:textId="77777777" w:rsidR="0028327D" w:rsidRPr="008864F5" w:rsidRDefault="008864F5" w:rsidP="00E36003">
                <w:pPr>
                  <w:pStyle w:val="HeaderLtrhead"/>
                </w:pPr>
                <w:bookmarkStart w:id="10" w:name="swiOFStreetHorizontal"/>
                <w:r>
                  <w:t>Bank of America Plaza, 600 Peachtree Street NE, Suite 3000</w:t>
                </w:r>
                <w:bookmarkEnd w:id="10"/>
              </w:p>
              <w:p w14:paraId="39F1EF9B" w14:textId="77777777" w:rsidR="005C0D9C" w:rsidRPr="008864F5" w:rsidRDefault="008864F5" w:rsidP="00E36003">
                <w:pPr>
                  <w:pStyle w:val="HeaderLtrhead"/>
                </w:pPr>
                <w:bookmarkStart w:id="11" w:name="swiOFAutoCityStateZipCountryHoriz"/>
                <w:r>
                  <w:t>Atlanta, GA 30308</w:t>
                </w:r>
                <w:bookmarkEnd w:id="11"/>
              </w:p>
              <w:p w14:paraId="1181D5D8" w14:textId="77777777" w:rsidR="00E36003" w:rsidRPr="00726D57" w:rsidRDefault="00E36003" w:rsidP="00E36003">
                <w:pPr>
                  <w:pStyle w:val="HeaderLtrhead"/>
                </w:pPr>
              </w:p>
              <w:p w14:paraId="3CF56C5A" w14:textId="77777777" w:rsidR="005C0D9C" w:rsidRPr="008A10B3" w:rsidRDefault="00942557" w:rsidP="00E36003">
                <w:pPr>
                  <w:pStyle w:val="HeaderLtrhead"/>
                </w:pPr>
                <w:r>
                  <w:t>troutman</w:t>
                </w:r>
                <w:r w:rsidRPr="008A10B3">
                  <w:t>.com</w:t>
                </w:r>
              </w:p>
              <w:p w14:paraId="2E4A8AF8" w14:textId="77777777" w:rsidR="005C0D9C" w:rsidRPr="00B06E69" w:rsidRDefault="005C0D9C" w:rsidP="009B4696">
                <w:pPr>
                  <w:spacing w:line="264" w:lineRule="auto"/>
                  <w:jc w:val="right"/>
                  <w:rPr>
                    <w:szCs w:val="13"/>
                  </w:rPr>
                </w:pPr>
              </w:p>
            </w:txbxContent>
          </v:textbox>
          <w10:wrap anchorx="page" anchory="page"/>
          <w10:anchorlock/>
        </v:shape>
      </w:pic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75"/>
      <w:gridCol w:w="4675"/>
    </w:tblGrid>
    <w:tr w:rsidR="00D16597" w14:paraId="410E2750" w14:textId="77777777" w:rsidTr="008864F5">
      <w:trPr>
        <w:trHeight w:val="360"/>
      </w:trPr>
      <w:tc>
        <w:tcPr>
          <w:tcW w:w="4675" w:type="dxa"/>
        </w:tcPr>
        <w:p w14:paraId="07154968" w14:textId="77777777" w:rsidR="008864F5" w:rsidRPr="008864F5" w:rsidRDefault="008864F5" w:rsidP="003018D8">
          <w:pPr>
            <w:pStyle w:val="HeaderAuthorDetails"/>
            <w:rPr>
              <w:b/>
            </w:rPr>
          </w:pPr>
          <w:bookmarkStart w:id="12" w:name="FromDetails"/>
          <w:r w:rsidRPr="008864F5">
            <w:rPr>
              <w:b/>
            </w:rPr>
            <w:t>Allison W. Pryor</w:t>
          </w:r>
        </w:p>
        <w:p w14:paraId="4AF801D2" w14:textId="77777777" w:rsidR="008864F5" w:rsidRPr="008864F5" w:rsidRDefault="008864F5" w:rsidP="003018D8">
          <w:pPr>
            <w:pStyle w:val="HeaderAuthorDetails"/>
          </w:pPr>
          <w:r w:rsidRPr="008864F5">
            <w:t>allison.pryor@troutman.com</w:t>
          </w:r>
        </w:p>
        <w:bookmarkEnd w:id="12"/>
        <w:p w14:paraId="276AA949" w14:textId="192E6953" w:rsidR="000B0C5E" w:rsidRPr="008864F5" w:rsidRDefault="000B0C5E" w:rsidP="003018D8">
          <w:pPr>
            <w:pStyle w:val="HeaderAuthorDetails"/>
            <w:rPr>
              <w:vanish/>
            </w:rPr>
          </w:pPr>
        </w:p>
      </w:tc>
      <w:tc>
        <w:tcPr>
          <w:tcW w:w="4675" w:type="dxa"/>
        </w:tcPr>
        <w:p w14:paraId="41ED20BF" w14:textId="77777777" w:rsidR="00D16597" w:rsidRDefault="00D16597" w:rsidP="001B6195">
          <w:pPr>
            <w:pStyle w:val="HeaderAuthorDetails"/>
            <w:jc w:val="right"/>
          </w:pPr>
        </w:p>
      </w:tc>
    </w:tr>
  </w:tbl>
  <w:p w14:paraId="5706FF6E" w14:textId="77777777" w:rsidR="00D16597" w:rsidRPr="00726D57" w:rsidRDefault="0011748E" w:rsidP="00842A57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8110DB9" wp14:editId="01483B91">
          <wp:simplePos x="0" y="0"/>
          <wp:positionH relativeFrom="rightMargin">
            <wp:posOffset>-1673225</wp:posOffset>
          </wp:positionH>
          <wp:positionV relativeFrom="page">
            <wp:posOffset>320040</wp:posOffset>
          </wp:positionV>
          <wp:extent cx="1691640" cy="557784"/>
          <wp:effectExtent l="0" t="0" r="3810" b="0"/>
          <wp:wrapNone/>
          <wp:docPr id="538868377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868377" name="Picture 1" descr="A 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55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5B12">
      <w:rPr>
        <w:noProof/>
      </w:rPr>
      <w:pict w14:anchorId="4B21D67C">
        <v:line id="Straight Connector 6" o:spid="_x0000_s1029" style="position:absolute;z-index:251663360;visibility:visible;mso-wrap-distance-top:-3e-5mm;mso-wrap-distance-bottom:-3e-5mm;mso-position-horizontal-relative:page;mso-position-vertical-relative:page;mso-width-relative:margin" from="72.7pt,96.5pt" to="540.7pt,96.5pt" strokecolor="#0091da" strokeweight=".5pt">
          <v:stroke joinstyle="miter"/>
          <o:lock v:ext="edit" shapetype="f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C60D3B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BAA7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D64FD3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3EBB1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3090D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549B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8C053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B0238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2839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A826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953732"/>
    <w:multiLevelType w:val="multilevel"/>
    <w:tmpl w:val="7A162BD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7AB7103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27207330">
    <w:abstractNumId w:val="10"/>
  </w:num>
  <w:num w:numId="2" w16cid:durableId="20474130">
    <w:abstractNumId w:val="11"/>
  </w:num>
  <w:num w:numId="3" w16cid:durableId="299578937">
    <w:abstractNumId w:val="9"/>
  </w:num>
  <w:num w:numId="4" w16cid:durableId="2018727021">
    <w:abstractNumId w:val="7"/>
  </w:num>
  <w:num w:numId="5" w16cid:durableId="288897319">
    <w:abstractNumId w:val="6"/>
  </w:num>
  <w:num w:numId="6" w16cid:durableId="815142726">
    <w:abstractNumId w:val="5"/>
  </w:num>
  <w:num w:numId="7" w16cid:durableId="434326186">
    <w:abstractNumId w:val="4"/>
  </w:num>
  <w:num w:numId="8" w16cid:durableId="254897872">
    <w:abstractNumId w:val="8"/>
  </w:num>
  <w:num w:numId="9" w16cid:durableId="528417290">
    <w:abstractNumId w:val="3"/>
  </w:num>
  <w:num w:numId="10" w16cid:durableId="575437752">
    <w:abstractNumId w:val="2"/>
  </w:num>
  <w:num w:numId="11" w16cid:durableId="701396315">
    <w:abstractNumId w:val="1"/>
  </w:num>
  <w:num w:numId="12" w16cid:durableId="847871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pfile" w:val="Letter.mbp"/>
    <w:docVar w:name="CustomProperty_1_AuthorAdmittedLetterhead" w:val="??"/>
    <w:docVar w:name="CustomProperty_1_AuthorEmailLetterhead" w:val="barbara.williams@troutman.com??barbara.williams@troutman.com"/>
    <w:docVar w:name="CustomProperty_1_AuthorFaxLetterhead" w:val="404.885.3900??404.885.3900"/>
    <w:docVar w:name="CustomProperty_1_AuthorIntlFax" w:val="??"/>
    <w:docVar w:name="CustomProperty_1_AuthorIntlPhone" w:val="??"/>
    <w:docVar w:name="CustomProperty_1_AuthorNameChineseLetterhead" w:val="??"/>
    <w:docVar w:name="CustomProperty_1_AuthorPhoneLetterhead" w:val="404.885.3931??404.885.3931"/>
    <w:docVar w:name="CustomProperty_1_AuthorTitleLetterhead" w:val="Enterprise Applications Engineer III??Enterprise Applications Engineer III"/>
    <w:docVar w:name="CustomProperty_1_FullTypistInitials" w:val="??"/>
    <w:docVar w:name="CustomProperty_1_IncludeByLine" w:val="1??1"/>
    <w:docVar w:name="CustomProperty_1_LetterheadAdmittedIn2" w:val="??"/>
    <w:docVar w:name="Letter_1_Alignment" w:val="0"/>
    <w:docVar w:name="Letter_1_Author" w:val="105598"/>
    <w:docVar w:name="Letter_1_Author2" w:val="106333"/>
    <w:docVar w:name="Letter_1_AuthorFirmName" w:val="Troutman Pepper Hamilton Sanders LLP"/>
    <w:docVar w:name="Letter_1_AuthorFirmSlogan" w:val="Attorneys at Law"/>
    <w:docVar w:name="Letter_1_AuthorInitials" w:val="baw"/>
    <w:docVar w:name="Letter_1_AuthorName" w:val="Barbara Williams"/>
    <w:docVar w:name="Letter_1_AuthorName2" w:val="David C. Mancini"/>
    <w:docVar w:name="Letter_1_AuthorTitle" w:val="Enterprise Applications Engineer III"/>
    <w:docVar w:name="Letter_1_AuthorTitle2" w:val="Professional Development Partner"/>
    <w:docVar w:name="Letter_1_BCC" w:val="File"/>
    <w:docVar w:name="Letter_1_CC" w:val="Mr. Elba's Agent"/>
    <w:docVar w:name="Letter_1_ClosingPhrase" w:val="Sincerely,"/>
    <w:docVar w:name="Letter_1_DateType" w:val="mmmm d, yyyy"/>
    <w:docVar w:name="Letter_1_DeliveryPhrases" w:val="Draft"/>
    <w:docVar w:name="Letter_1_ElectronicSignerName" w:val="Barbara Williams"/>
    <w:docVar w:name="Letter_1_Enclosures" w:val="Attachments"/>
    <w:docVar w:name="Letter_1_FirstLineIndent" w:val="0"/>
    <w:docVar w:name="Letter_1_FontName" w:val="Arial"/>
    <w:docVar w:name="Letter_1_FontSize" w:val="11"/>
    <w:docVar w:name="Letter_1_HeaderAdditionalText" w:val="Mr. Idris Elba"/>
    <w:docVar w:name="Letter_1_HeaderDeliveryPhrases" w:val="-1"/>
    <w:docVar w:name="Letter_1_HeaderDeliveryPhrases2" w:val="0"/>
    <w:docVar w:name="Letter_1_IncludeAuthorTitle" w:val="-1"/>
    <w:docVar w:name="Letter_1_IncludeFirmName" w:val="-1"/>
    <w:docVar w:name="Letter_1_InsertType" w:val="0"/>
    <w:docVar w:name="Letter_1_Recipients" w:val="Mr. Idris Elba|vbcr|_x000a_Actor|vbcr|_x000a_111 Any Street,|vbcr|_x000a_Hollywood, CA  11111"/>
    <w:docVar w:name="Letter_1_Reline" w:val="New Script to Read"/>
    <w:docVar w:name="Letter_1_RelineFormatValues" w:val="0"/>
    <w:docVar w:name="Letter_1_Salutation" w:val="Dear Mr. Elba:"/>
    <w:docVar w:name="Letter_1_TypistInitials" w:val="baw"/>
    <w:docVar w:name="Letter_1_UnderlineRelineAll" w:val="False"/>
    <w:docVar w:name="Letter_1_UseElectronicSignature" w:val="False"/>
    <w:docVar w:name="Letter_1_UserRecipientTableThreshold" w:val="0"/>
    <w:docVar w:name="LetterLH_1_Author" w:val="105598"/>
    <w:docVar w:name="LetterLH_1_Author2" w:val="106333"/>
    <w:docVar w:name="LetterLH_1_IncludeLetterheadAdmittedIn" w:val="-1"/>
    <w:docVar w:name="LetterLH_1_IncludeLetterheadCustom1" w:val="0"/>
    <w:docVar w:name="LetterLH_1_IncludeLetterheadCustom2" w:val="0"/>
    <w:docVar w:name="LetterLH_1_IncludeLetterheadCustom3" w:val="0"/>
    <w:docVar w:name="LetterLH_1_IncludeLetterheadEMail" w:val="-1"/>
    <w:docVar w:name="LetterLH_1_IncludeLetterheadFax" w:val="-1"/>
    <w:docVar w:name="LetterLH_1_IncludeLetterheadName" w:val="-1"/>
    <w:docVar w:name="LetterLH_1_IncludeLetterheadPhone" w:val="-1"/>
    <w:docVar w:name="LetterLH_1_IncludeLetterheadTitle" w:val="-1"/>
    <w:docVar w:name="LetterLH_1_LetterheadAddress" w:val="600 Peachtree Street NE, Suite 3000|vbcr|Atlanta, GA  30308-2216"/>
    <w:docVar w:name="LetterLH_1_LetterheadAdmittedIn2" w:val="Admitted in: DC, MD, TX, VA"/>
    <w:docVar w:name="LetterLH_1_LetterheadEMail" w:val="barbara.williams@troutman.com"/>
    <w:docVar w:name="LetterLH_1_LetterheadEMail2" w:val="david.mancini@troutman.com"/>
    <w:docVar w:name="LetterLH_1_LetterheadFax" w:val="404.885.3900"/>
    <w:docVar w:name="LetterLH_1_LetterheadFax2" w:val="202.274.2994"/>
    <w:docVar w:name="LetterLH_1_LetterheadFirmAddress1" w:val="Bank of America Plaza"/>
    <w:docVar w:name="LetterLH_1_LetterheadFirmAddress2" w:val="600 Peachtree Street NE"/>
    <w:docVar w:name="LetterLH_1_LetterheadFirmAddress3" w:val="Suite 3000"/>
    <w:docVar w:name="LetterLH_1_LetterheadFirmCity" w:val="Atlanta"/>
    <w:docVar w:name="LetterLH_1_LetterheadFirmCountry" w:val="U.S.A."/>
    <w:docVar w:name="LetterLH_1_LetterheadFirmDisplayName" w:val="Atlanta"/>
    <w:docVar w:name="LetterLH_1_LetterheadFirmFax" w:val="404.885.3900"/>
    <w:docVar w:name="LetterLH_1_LetterheadFirmName" w:val="Troutman Pepper Hamilton Sanders LLP"/>
    <w:docVar w:name="LetterLH_1_LetterheadFirmPhone" w:val="404.885.3000"/>
    <w:docVar w:name="LetterLH_1_LetterheadFirmSlogan" w:val="Attorneys at Law"/>
    <w:docVar w:name="LetterLH_1_LetterheadFirmState" w:val="Georgia"/>
    <w:docVar w:name="LetterLH_1_LetterheadFirmStateAbbr" w:val="GA"/>
    <w:docVar w:name="LetterLH_1_LetterheadFirmURL" w:val="troutman.com"/>
    <w:docVar w:name="LetterLH_1_LetterheadFirmZip" w:val="30308-2216"/>
    <w:docVar w:name="LetterLH_1_LetterheadName" w:val="Barbara Williams"/>
    <w:docVar w:name="LetterLH_1_LetterheadName2" w:val="David C. Mancini"/>
    <w:docVar w:name="LetterLH_1_LetterheadPhone" w:val="404.885.3931"/>
    <w:docVar w:name="LetterLH_1_LetterheadPhone2" w:val="202.274.2840"/>
    <w:docVar w:name="LetterLH_1_LetterheadTitle" w:val="Enterprise Applications Engineer III"/>
    <w:docVar w:name="LetterLH_1_LetterheadTitle2" w:val="Professional Development Partner"/>
    <w:docVar w:name="LetterLH_1_LetterheadType" w:val="31"/>
    <w:docVar w:name="liInnovaVariables" w:val="c=swiCurrentDate`c=Delivery`c=Closing`c=Enclosure`b=From`b=FromDetails`b=Initials`b=ReType`b=Salutation`b=swiBeginHere`b=swiOFAutoCityStateZipCountryHoriz`b=swiOFStreetHorizontal`b=To`b=ToInHeader`b=Re`v=SWOtherInfo`v=SWCLCString1`v=SWCLCContacts`v=SWBasicControls`"/>
    <w:docVar w:name="ReUseAuthor" w:val="105598|Williams, Barbara|barbara.williams@troutman.com|404.885.3900|Barbara|Barbara Williams|Barbara Williams|||False|Williams||8|404.885.3931|Enterprise Applications Engineer III|zzmpAdmittedIn??|fldNameChinese??|fldPhoneInt??|fldFaxInt??"/>
    <w:docVar w:name="ReuseAuthorOptions" w:val="fldID??-8|fldLastEditTime??4/27/2009 12:24:03 PM|cmbLetterheadType??31|cmbDateType??mmmm d, yyyy|chkIncludeLetterheadName??-1|chkIncludeLetterheadPhone??0|chkIncludeLetterheadEMail??-1|chkIncludeLetterheadTitle??0|chkIncludeLetterheadFax??0|chkIncludeLetterheadAdmittedIn??0|chkIncludeLetterheadCustom1??0|chkIncludeLetterheadCustom2??0|chkIncludeLetterheadCustom3??0|cmbClosingPhrases??Sincerely,|chkIncludeAuthorTitle??0|chkIncludeFirmName??0|cmbNormalFontName??Arial|spnNormalFontSize??11|cmbBodyTextAlignment??0|spnBodyTextFirstLineIndent??0|chkCenterDeliveryPhrases??0|chkElectronicSignature??0"/>
    <w:docVar w:name="SWBasicControls" w:val="TPHS Letter=`liLogo=`txtYourRef=`txtOurRef=`labYourRef=Your Ref`labOurRef=Our Ref`labLondonRef=London Reference:`LetterType=Firm Letter`ckbDeliveryHeader=&lt;ControlFalseAction:HidePara&gt;`ReType=│Standard Re line`ckbAuthorAdmitted=&lt;ControlFalseAction:none&gt;`ckbAuthorFax=&lt;ControlFalseAction:HidePara&gt;`ckbAuthorEmail=allison.pryor@troutman.com`ckbAuthorPhone=&lt;ControlFalseAction:HidePara&gt;`ckbAuthorTitle=&lt;ControlFalseAction:HidePara&gt;`ckbByLine=&lt;ControlTrueAction:none&gt;`ckbFirmName=&lt;ControlFalseAction:HidePara&gt;`ckbDeliveryCentered=&lt;ControlFalseAction:none&gt;`OpenQF=`SaveQF=`Delivery=│&lt;none&gt;`Initials=AWP`Re=Georgia Power CARES 2023`Closing=Sincerely,`Enclosure=&lt;none&gt;`Office=Atlanta`Salutation=Dear Ms. Sallie Tanner:`CancelButton=Cancel `OKButton=OK`lblSigBlock=Signature &amp;Block:`lblLetterType=T&amp;ype of Letter:`lblFrom=&amp;Author(s):`lblDeliveryMethod=Deli&amp;very Phrases:`lblTo=&amp;To:`lblCC=&amp;CC:`lblBCC=&amp;BCC:`lblRe=&amp;Re:`lblSalutation=&amp;Salutation:`lblTypistInitials=Typist &amp;Initials:`lblEnclosure=&amp;Enclosure.:`lblOffice=&amp;Office:`lblClosing=C&amp;losing:`panelSide=`"/>
    <w:docVar w:name="SWCLCContacts" w:val="BCC=0;CC=0;To=1;ToInHeader=1;Salutation=1;From=1;FromDetails=1;FromTitle=1;FromIsAtty=1;"/>
    <w:docVar w:name="SWCLCString1" w:val="&lt;Dialog&gt;&lt;BCC&gt;fgEAAB+LCAAAAAAABAB9kMEKwjAQRO+C/9A/CILHJWCDB0GrIHhf7SqhaRbSjeDfG2OtmIPHecwMswt3dJH0fFZVsIrCxyQFxbLXV3QDgSpodu6iE2vYxd6vPZ4dtfs7hWBbmmL/LLnjaG8eJQaqHV86DaoA2XTCYF/hIcsEzNbUzF2PoRtRgh/SYE+6NgbUD5l8W3xwFBNDIC+bVi+WoEr2LcVguKUDDzYf3rBPZ5V0nKXKXaB+p4NhL3iRoVJJg3q//QnZlbBTfgEAAA==&lt;/BCC&gt;&lt;CC&gt;fQEAAB+LCAAAAAAABAB9kM0KwjAQhO+C79A3CILHJaDBg6BVELyv7SqhaRbSTcG3N8Y/moPH+ZgZZhdGdJH0fFZVsIrCpyQFxbLXV3QDgSpodu6jE2vYxd5vPF4ctYeRQrAtfWP/LLnjZG8eJQZaO246DaoA2XTGYJ/hIcsEzM6smbseQ/dGCX5IjT1pY0BNwNe2wztHMTEE8rJt9WIJqmS/TgyGWzryYPPdNft0VUnfq1Q5C9R0ORj2go0MlUoa1OvrDzEg5fx9AQAA&lt;/CC&gt;&lt;To&gt;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&lt;/To&gt;&lt;From&gt;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&lt;/From&gt;&lt;/Dialog&gt;"/>
    <w:docVar w:name="SWOtherInfo" w:val="DocTypeID=1|FormID=174|"/>
    <w:docVar w:name="zzmpFixed_MacPacVersion" w:val="9.0"/>
  </w:docVars>
  <w:rsids>
    <w:rsidRoot w:val="008864F5"/>
    <w:rsid w:val="00020E92"/>
    <w:rsid w:val="000517CD"/>
    <w:rsid w:val="00080E36"/>
    <w:rsid w:val="000B0C5E"/>
    <w:rsid w:val="000C189E"/>
    <w:rsid w:val="000C1D17"/>
    <w:rsid w:val="0010412B"/>
    <w:rsid w:val="0011748E"/>
    <w:rsid w:val="0012778D"/>
    <w:rsid w:val="00154A49"/>
    <w:rsid w:val="001558BE"/>
    <w:rsid w:val="00171B51"/>
    <w:rsid w:val="0019478B"/>
    <w:rsid w:val="001B6195"/>
    <w:rsid w:val="001D546C"/>
    <w:rsid w:val="00225F22"/>
    <w:rsid w:val="002366D1"/>
    <w:rsid w:val="00243092"/>
    <w:rsid w:val="002460EA"/>
    <w:rsid w:val="002708D7"/>
    <w:rsid w:val="0028327D"/>
    <w:rsid w:val="002957EE"/>
    <w:rsid w:val="002F7676"/>
    <w:rsid w:val="003018D8"/>
    <w:rsid w:val="0033010E"/>
    <w:rsid w:val="003316CA"/>
    <w:rsid w:val="0034398B"/>
    <w:rsid w:val="00366364"/>
    <w:rsid w:val="003B1B60"/>
    <w:rsid w:val="003B3F24"/>
    <w:rsid w:val="003D7324"/>
    <w:rsid w:val="003F7268"/>
    <w:rsid w:val="004038C9"/>
    <w:rsid w:val="00486162"/>
    <w:rsid w:val="004B1A00"/>
    <w:rsid w:val="004F30DF"/>
    <w:rsid w:val="00532024"/>
    <w:rsid w:val="00563D1A"/>
    <w:rsid w:val="00571F95"/>
    <w:rsid w:val="005A12DF"/>
    <w:rsid w:val="005A2FBE"/>
    <w:rsid w:val="005A5259"/>
    <w:rsid w:val="005C0D9C"/>
    <w:rsid w:val="006449E7"/>
    <w:rsid w:val="00683134"/>
    <w:rsid w:val="00690503"/>
    <w:rsid w:val="006A7004"/>
    <w:rsid w:val="006B4717"/>
    <w:rsid w:val="006D0D9A"/>
    <w:rsid w:val="0071487B"/>
    <w:rsid w:val="007551DF"/>
    <w:rsid w:val="007C259C"/>
    <w:rsid w:val="007E2162"/>
    <w:rsid w:val="007E5306"/>
    <w:rsid w:val="007F33CB"/>
    <w:rsid w:val="00827FF9"/>
    <w:rsid w:val="0083215C"/>
    <w:rsid w:val="0083353E"/>
    <w:rsid w:val="00841946"/>
    <w:rsid w:val="00842A57"/>
    <w:rsid w:val="0086428D"/>
    <w:rsid w:val="00864484"/>
    <w:rsid w:val="008864F5"/>
    <w:rsid w:val="008910DD"/>
    <w:rsid w:val="008B31F6"/>
    <w:rsid w:val="008F4AD7"/>
    <w:rsid w:val="00914FD7"/>
    <w:rsid w:val="00931D36"/>
    <w:rsid w:val="00936520"/>
    <w:rsid w:val="00942557"/>
    <w:rsid w:val="009848CF"/>
    <w:rsid w:val="009D43FF"/>
    <w:rsid w:val="009F20C8"/>
    <w:rsid w:val="009F2C7A"/>
    <w:rsid w:val="00A169E5"/>
    <w:rsid w:val="00A24B91"/>
    <w:rsid w:val="00A37F81"/>
    <w:rsid w:val="00A74348"/>
    <w:rsid w:val="00A8124C"/>
    <w:rsid w:val="00A85C2A"/>
    <w:rsid w:val="00A9049A"/>
    <w:rsid w:val="00A92D0C"/>
    <w:rsid w:val="00AB7694"/>
    <w:rsid w:val="00AC04B7"/>
    <w:rsid w:val="00AE14C5"/>
    <w:rsid w:val="00B079FC"/>
    <w:rsid w:val="00B165F9"/>
    <w:rsid w:val="00B5318E"/>
    <w:rsid w:val="00B640E0"/>
    <w:rsid w:val="00BA2919"/>
    <w:rsid w:val="00BA2FF8"/>
    <w:rsid w:val="00BA3DB1"/>
    <w:rsid w:val="00BC79D5"/>
    <w:rsid w:val="00BE0612"/>
    <w:rsid w:val="00BF2896"/>
    <w:rsid w:val="00C32D52"/>
    <w:rsid w:val="00C46C71"/>
    <w:rsid w:val="00C94F07"/>
    <w:rsid w:val="00CB1CA8"/>
    <w:rsid w:val="00CD2BF2"/>
    <w:rsid w:val="00CE3D8F"/>
    <w:rsid w:val="00D072EC"/>
    <w:rsid w:val="00D07DD7"/>
    <w:rsid w:val="00D16597"/>
    <w:rsid w:val="00D25ADB"/>
    <w:rsid w:val="00D40AB8"/>
    <w:rsid w:val="00D43CEB"/>
    <w:rsid w:val="00DA1364"/>
    <w:rsid w:val="00DD015B"/>
    <w:rsid w:val="00DF7345"/>
    <w:rsid w:val="00E36003"/>
    <w:rsid w:val="00E519E6"/>
    <w:rsid w:val="00E62FE1"/>
    <w:rsid w:val="00E840C3"/>
    <w:rsid w:val="00E85B12"/>
    <w:rsid w:val="00EA1E60"/>
    <w:rsid w:val="00EB038C"/>
    <w:rsid w:val="00EB2D85"/>
    <w:rsid w:val="00EC5B8C"/>
    <w:rsid w:val="00EE2774"/>
    <w:rsid w:val="00FA55B2"/>
    <w:rsid w:val="00FB25DA"/>
    <w:rsid w:val="00FB458D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C7D449"/>
  <w15:docId w15:val="{C5A1C53C-C492-4FC6-B571-FC1C9296D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E60"/>
    <w:pPr>
      <w:spacing w:after="0" w:line="240" w:lineRule="auto"/>
    </w:pPr>
    <w:rPr>
      <w:rFonts w:ascii="Arial" w:eastAsia="STKaiti" w:hAnsi="Arial" w:cs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327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8327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8327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832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832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8327D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8327D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28327D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28327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8327D"/>
    <w:pPr>
      <w:spacing w:after="240" w:line="280" w:lineRule="exact"/>
    </w:pPr>
    <w:rPr>
      <w:lang w:val="x-none" w:eastAsia="x-none"/>
    </w:rPr>
  </w:style>
  <w:style w:type="character" w:customStyle="1" w:styleId="BodyTextChar">
    <w:name w:val="Body Text Char"/>
    <w:link w:val="BodyText"/>
    <w:rsid w:val="0028327D"/>
    <w:rPr>
      <w:rFonts w:ascii="Arial" w:eastAsia="STKaiti" w:hAnsi="Arial" w:cs="Arial"/>
      <w:szCs w:val="20"/>
      <w:lang w:val="x-none" w:eastAsia="x-none"/>
    </w:rPr>
  </w:style>
  <w:style w:type="paragraph" w:styleId="BlockText">
    <w:name w:val="Block Text"/>
    <w:basedOn w:val="Normal"/>
    <w:qFormat/>
    <w:rsid w:val="00FB25DA"/>
    <w:pPr>
      <w:spacing w:after="240"/>
      <w:ind w:left="1440" w:right="1440"/>
    </w:pPr>
    <w:rPr>
      <w:rFonts w:eastAsia="Times New Roman" w:cs="Times New Roman"/>
    </w:rPr>
  </w:style>
  <w:style w:type="paragraph" w:customStyle="1" w:styleId="BTDSFL5">
    <w:name w:val="BT DS FL (.5)"/>
    <w:basedOn w:val="Normal"/>
    <w:qFormat/>
    <w:rsid w:val="00FB458D"/>
    <w:pPr>
      <w:spacing w:line="480" w:lineRule="auto"/>
      <w:ind w:firstLine="720"/>
    </w:pPr>
    <w:rPr>
      <w:rFonts w:eastAsia="Times New Roman" w:cs="Times New Roman"/>
    </w:rPr>
  </w:style>
  <w:style w:type="paragraph" w:customStyle="1" w:styleId="BTDSFL10">
    <w:name w:val="BT DS FL (1.0)"/>
    <w:basedOn w:val="Normal"/>
    <w:qFormat/>
    <w:rsid w:val="00FB458D"/>
    <w:pPr>
      <w:spacing w:line="480" w:lineRule="auto"/>
      <w:ind w:firstLine="1440"/>
    </w:pPr>
    <w:rPr>
      <w:rFonts w:eastAsia="Times New Roman" w:cs="Times New Roman"/>
    </w:rPr>
  </w:style>
  <w:style w:type="paragraph" w:customStyle="1" w:styleId="BTDSFL10Justified">
    <w:name w:val="BT DS FL (1.0) Justified"/>
    <w:basedOn w:val="Normal"/>
    <w:qFormat/>
    <w:rsid w:val="00FB458D"/>
    <w:pPr>
      <w:spacing w:line="480" w:lineRule="auto"/>
      <w:ind w:firstLine="1440"/>
      <w:jc w:val="both"/>
    </w:pPr>
    <w:rPr>
      <w:rFonts w:eastAsia="Times New Roman" w:cs="Times New Roman"/>
    </w:rPr>
  </w:style>
  <w:style w:type="paragraph" w:customStyle="1" w:styleId="BTDSFL5Justified">
    <w:name w:val="BT DS FL(.5) Justified"/>
    <w:basedOn w:val="Normal"/>
    <w:qFormat/>
    <w:rsid w:val="00FB458D"/>
    <w:pPr>
      <w:spacing w:line="480" w:lineRule="auto"/>
      <w:ind w:firstLine="720"/>
      <w:jc w:val="both"/>
    </w:pPr>
    <w:rPr>
      <w:rFonts w:eastAsia="Times New Roman" w:cs="Times New Roman"/>
    </w:rPr>
  </w:style>
  <w:style w:type="paragraph" w:customStyle="1" w:styleId="BTSSFL5">
    <w:name w:val="BT SS FL (.5)"/>
    <w:basedOn w:val="Normal"/>
    <w:qFormat/>
    <w:rsid w:val="00FB458D"/>
    <w:pPr>
      <w:spacing w:after="240"/>
      <w:ind w:firstLine="720"/>
    </w:pPr>
    <w:rPr>
      <w:rFonts w:eastAsia="Times New Roman" w:cs="Times New Roman"/>
    </w:rPr>
  </w:style>
  <w:style w:type="paragraph" w:customStyle="1" w:styleId="BTSSFL10">
    <w:name w:val="BT SS FL (1.0)"/>
    <w:basedOn w:val="Normal"/>
    <w:qFormat/>
    <w:rsid w:val="00FB458D"/>
    <w:pPr>
      <w:spacing w:after="240"/>
      <w:ind w:firstLine="1440"/>
    </w:pPr>
    <w:rPr>
      <w:rFonts w:eastAsia="Times New Roman" w:cs="Times New Roman"/>
    </w:rPr>
  </w:style>
  <w:style w:type="paragraph" w:customStyle="1" w:styleId="BTSSFL10Justified">
    <w:name w:val="BT SS FL (1.0) Justified"/>
    <w:basedOn w:val="Normal"/>
    <w:qFormat/>
    <w:rsid w:val="00FB458D"/>
    <w:pPr>
      <w:spacing w:after="240"/>
      <w:ind w:firstLine="1440"/>
      <w:jc w:val="both"/>
    </w:pPr>
    <w:rPr>
      <w:rFonts w:eastAsia="Times New Roman" w:cs="Times New Roman"/>
    </w:rPr>
  </w:style>
  <w:style w:type="paragraph" w:customStyle="1" w:styleId="BTSSFL5Justified">
    <w:name w:val="BT SS FL(.5) Justified"/>
    <w:basedOn w:val="Normal"/>
    <w:qFormat/>
    <w:rsid w:val="00FB458D"/>
    <w:pPr>
      <w:spacing w:after="240"/>
      <w:ind w:firstLine="720"/>
      <w:jc w:val="both"/>
    </w:pPr>
    <w:rPr>
      <w:rFonts w:eastAsia="Times New Roman" w:cs="Times New Roman"/>
    </w:rPr>
  </w:style>
  <w:style w:type="paragraph" w:styleId="Closing">
    <w:name w:val="Closing"/>
    <w:basedOn w:val="Normal"/>
    <w:link w:val="ClosingChar"/>
    <w:rsid w:val="00C46C71"/>
    <w:pPr>
      <w:spacing w:after="240"/>
    </w:pPr>
  </w:style>
  <w:style w:type="character" w:customStyle="1" w:styleId="ClosingChar">
    <w:name w:val="Closing Char"/>
    <w:basedOn w:val="DefaultParagraphFont"/>
    <w:link w:val="Closing"/>
    <w:rsid w:val="00C46C71"/>
    <w:rPr>
      <w:rFonts w:ascii="Arial" w:eastAsia="STKaiti" w:hAnsi="Arial" w:cs="Arial"/>
      <w:szCs w:val="20"/>
      <w:lang w:eastAsia="en-US"/>
    </w:rPr>
  </w:style>
  <w:style w:type="paragraph" w:styleId="Footer">
    <w:name w:val="footer"/>
    <w:basedOn w:val="Normal"/>
    <w:link w:val="FooterChar"/>
    <w:rsid w:val="0028327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28327D"/>
    <w:rPr>
      <w:rFonts w:ascii="Arial" w:eastAsia="STKaiti" w:hAnsi="Arial" w:cs="Arial"/>
      <w:szCs w:val="20"/>
      <w:lang w:val="x-none" w:eastAsia="x-none"/>
    </w:rPr>
  </w:style>
  <w:style w:type="paragraph" w:styleId="Header">
    <w:name w:val="header"/>
    <w:basedOn w:val="Normal"/>
    <w:link w:val="HeaderChar"/>
    <w:rsid w:val="0028327D"/>
    <w:pPr>
      <w:tabs>
        <w:tab w:val="center" w:pos="4680"/>
      </w:tabs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B458D"/>
    <w:rPr>
      <w:rFonts w:ascii="Arial" w:eastAsia="STKaiti" w:hAnsi="Arial" w:cs="Arial"/>
      <w:sz w:val="18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B458D"/>
    <w:rPr>
      <w:rFonts w:ascii="Arial" w:eastAsia="STKaiti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FB458D"/>
    <w:rPr>
      <w:rFonts w:ascii="Arial" w:eastAsia="STKait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B458D"/>
    <w:rPr>
      <w:rFonts w:ascii="Arial" w:eastAsia="STKaiti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B458D"/>
    <w:rPr>
      <w:rFonts w:ascii="Arial" w:eastAsia="STKaiti" w:hAnsi="Arial" w:cs="Arial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B458D"/>
    <w:rPr>
      <w:rFonts w:ascii="Arial" w:eastAsia="STKaiti" w:hAnsi="Arial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FB458D"/>
    <w:rPr>
      <w:rFonts w:ascii="Arial" w:eastAsia="STKaiti" w:hAnsi="Arial" w:cs="Arial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FB458D"/>
    <w:rPr>
      <w:rFonts w:ascii="Arial" w:eastAsia="STKaiti" w:hAnsi="Arial" w:cs="Arial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B458D"/>
    <w:rPr>
      <w:rFonts w:ascii="Arial" w:eastAsia="STKaiti" w:hAnsi="Arial" w:cs="Arial"/>
      <w:i/>
      <w:iCs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B458D"/>
    <w:rPr>
      <w:rFonts w:ascii="Arial" w:eastAsia="STKaiti" w:hAnsi="Arial" w:cs="Arial"/>
      <w:lang w:eastAsia="en-US"/>
    </w:rPr>
  </w:style>
  <w:style w:type="paragraph" w:styleId="NoSpacing">
    <w:name w:val="No Spacing"/>
    <w:uiPriority w:val="1"/>
    <w:rsid w:val="00FB458D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qFormat/>
    <w:rsid w:val="00FB458D"/>
    <w:pPr>
      <w:ind w:left="4320"/>
    </w:pPr>
    <w:rPr>
      <w:rFonts w:eastAsia="Times New Roman" w:cs="Times New Roman"/>
    </w:rPr>
  </w:style>
  <w:style w:type="character" w:customStyle="1" w:styleId="SignatureChar">
    <w:name w:val="Signature Char"/>
    <w:basedOn w:val="DefaultParagraphFont"/>
    <w:link w:val="Signature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semiHidden/>
    <w:rsid w:val="00FB458D"/>
    <w:pPr>
      <w:spacing w:after="240"/>
      <w:outlineLvl w:val="1"/>
    </w:pPr>
    <w:rPr>
      <w:rFonts w:eastAsia="Times New Roman"/>
      <w:b/>
    </w:rPr>
  </w:style>
  <w:style w:type="character" w:customStyle="1" w:styleId="SubtitleChar">
    <w:name w:val="Subtitle Char"/>
    <w:basedOn w:val="DefaultParagraphFont"/>
    <w:link w:val="Subtitle"/>
    <w:semiHidden/>
    <w:rsid w:val="00FB458D"/>
    <w:rPr>
      <w:rFonts w:ascii="Times New Roman" w:eastAsia="Times New Roman" w:hAnsi="Times New Roman" w:cs="Arial"/>
      <w:b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FB458D"/>
    <w:pPr>
      <w:spacing w:after="240"/>
      <w:jc w:val="center"/>
      <w:outlineLvl w:val="0"/>
    </w:pPr>
    <w:rPr>
      <w:rFonts w:eastAsia="Times New Roman"/>
      <w:b/>
      <w:bCs/>
      <w:caps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FB458D"/>
    <w:rPr>
      <w:rFonts w:ascii="Times New Roman" w:eastAsia="Times New Roman" w:hAnsi="Times New Roman" w:cs="Arial"/>
      <w:b/>
      <w:bCs/>
      <w:caps/>
      <w:sz w:val="24"/>
      <w:szCs w:val="32"/>
      <w:u w:val="single"/>
      <w:lang w:eastAsia="en-US"/>
    </w:rPr>
  </w:style>
  <w:style w:type="paragraph" w:customStyle="1" w:styleId="LetterDate">
    <w:name w:val="Letter Date"/>
    <w:basedOn w:val="Normal"/>
    <w:next w:val="BodyText"/>
    <w:rsid w:val="0028327D"/>
    <w:pPr>
      <w:spacing w:before="240" w:after="180"/>
    </w:pPr>
  </w:style>
  <w:style w:type="paragraph" w:customStyle="1" w:styleId="Addressee">
    <w:name w:val="Addressee"/>
    <w:basedOn w:val="Normal"/>
    <w:rsid w:val="00BE0612"/>
    <w:pPr>
      <w:spacing w:after="240"/>
    </w:pPr>
  </w:style>
  <w:style w:type="paragraph" w:customStyle="1" w:styleId="FirmName">
    <w:name w:val="Firm Name"/>
    <w:basedOn w:val="Normal"/>
    <w:rsid w:val="00EB038C"/>
    <w:pPr>
      <w:keepNext/>
    </w:pPr>
    <w:rPr>
      <w:caps/>
    </w:rPr>
  </w:style>
  <w:style w:type="paragraph" w:customStyle="1" w:styleId="Reline">
    <w:name w:val="Reline"/>
    <w:basedOn w:val="Normal"/>
    <w:qFormat/>
    <w:rsid w:val="005A5259"/>
    <w:pPr>
      <w:tabs>
        <w:tab w:val="left" w:pos="720"/>
        <w:tab w:val="left" w:pos="2160"/>
      </w:tabs>
    </w:pPr>
    <w:rPr>
      <w:b/>
    </w:rPr>
  </w:style>
  <w:style w:type="paragraph" w:styleId="Salutation">
    <w:name w:val="Salutation"/>
    <w:basedOn w:val="Normal"/>
    <w:next w:val="BodyText"/>
    <w:link w:val="SalutationChar"/>
    <w:rsid w:val="0028327D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28327D"/>
    <w:rPr>
      <w:rFonts w:ascii="Arial" w:eastAsia="STKaiti" w:hAnsi="Arial" w:cs="Arial"/>
      <w:szCs w:val="20"/>
      <w:lang w:eastAsia="en-US"/>
    </w:rPr>
  </w:style>
  <w:style w:type="paragraph" w:customStyle="1" w:styleId="DeliveryPhrase">
    <w:name w:val="Delivery Phrase"/>
    <w:basedOn w:val="Normal"/>
    <w:next w:val="Addressee"/>
    <w:rsid w:val="0028327D"/>
    <w:pPr>
      <w:spacing w:after="240"/>
    </w:pPr>
    <w:rPr>
      <w:b/>
      <w:caps/>
    </w:rPr>
  </w:style>
  <w:style w:type="paragraph" w:customStyle="1" w:styleId="SignerNames">
    <w:name w:val="Signer Names"/>
    <w:basedOn w:val="Normal"/>
    <w:rsid w:val="002957EE"/>
    <w:pPr>
      <w:spacing w:after="240"/>
      <w:ind w:left="360"/>
    </w:pPr>
  </w:style>
  <w:style w:type="paragraph" w:customStyle="1" w:styleId="ByLine">
    <w:name w:val="ByLine"/>
    <w:basedOn w:val="Normal"/>
    <w:rsid w:val="000517CD"/>
    <w:pPr>
      <w:tabs>
        <w:tab w:val="right" w:pos="4507"/>
      </w:tabs>
      <w:spacing w:before="720"/>
    </w:pPr>
    <w:rPr>
      <w:szCs w:val="24"/>
    </w:rPr>
  </w:style>
  <w:style w:type="paragraph" w:customStyle="1" w:styleId="LetterSignatureSub">
    <w:name w:val="Letter Signature Sub"/>
    <w:basedOn w:val="Normal"/>
    <w:rsid w:val="0028327D"/>
    <w:pPr>
      <w:spacing w:before="240"/>
      <w:ind w:left="720" w:hanging="720"/>
    </w:pPr>
  </w:style>
  <w:style w:type="paragraph" w:styleId="Quote">
    <w:name w:val="Quote"/>
    <w:basedOn w:val="Normal"/>
    <w:next w:val="BodyTextContinued"/>
    <w:link w:val="QuoteChar"/>
    <w:qFormat/>
    <w:rsid w:val="0028327D"/>
    <w:pPr>
      <w:spacing w:after="240"/>
      <w:ind w:left="1440" w:right="1440"/>
    </w:pPr>
  </w:style>
  <w:style w:type="character" w:customStyle="1" w:styleId="QuoteChar">
    <w:name w:val="Quote Char"/>
    <w:basedOn w:val="DefaultParagraphFont"/>
    <w:link w:val="Quote"/>
    <w:rsid w:val="0028327D"/>
    <w:rPr>
      <w:rFonts w:ascii="Arial" w:eastAsia="STKaiti" w:hAnsi="Arial" w:cs="Arial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rsid w:val="0028327D"/>
  </w:style>
  <w:style w:type="paragraph" w:styleId="BalloonText">
    <w:name w:val="Balloon Text"/>
    <w:basedOn w:val="Normal"/>
    <w:link w:val="BalloonTextChar"/>
    <w:rsid w:val="00283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327D"/>
    <w:rPr>
      <w:rFonts w:ascii="Tahoma" w:eastAsia="STKaiti" w:hAnsi="Tahoma" w:cs="Tahoma"/>
      <w:sz w:val="16"/>
      <w:szCs w:val="16"/>
      <w:lang w:eastAsia="en-US"/>
    </w:rPr>
  </w:style>
  <w:style w:type="character" w:styleId="CommentReference">
    <w:name w:val="annotation reference"/>
    <w:semiHidden/>
    <w:rsid w:val="002832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8327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8327D"/>
    <w:rPr>
      <w:rFonts w:ascii="Arial" w:eastAsia="STKaiti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32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327D"/>
    <w:rPr>
      <w:rFonts w:ascii="Arial" w:eastAsia="STKaiti" w:hAnsi="Arial" w:cs="Arial"/>
      <w:b/>
      <w:bCs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28327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28327D"/>
    <w:rPr>
      <w:rFonts w:ascii="Tahoma" w:eastAsia="STKaiti" w:hAnsi="Tahoma" w:cs="Tahoma"/>
      <w:sz w:val="20"/>
      <w:szCs w:val="20"/>
      <w:shd w:val="clear" w:color="auto" w:fill="000080"/>
      <w:lang w:eastAsia="en-US"/>
    </w:rPr>
  </w:style>
  <w:style w:type="character" w:styleId="EndnoteReference">
    <w:name w:val="endnote reference"/>
    <w:semiHidden/>
    <w:rsid w:val="0028327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28327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28327D"/>
    <w:rPr>
      <w:rFonts w:ascii="Arial" w:eastAsia="STKaiti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28327D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8327D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27D"/>
    <w:rPr>
      <w:rFonts w:ascii="Arial" w:eastAsia="STKaiti" w:hAnsi="Arial" w:cs="Arial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28327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327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327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327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327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327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327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327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327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327D"/>
    <w:rPr>
      <w:b/>
      <w:bCs/>
    </w:rPr>
  </w:style>
  <w:style w:type="paragraph" w:styleId="MacroText">
    <w:name w:val="macro"/>
    <w:link w:val="MacroTextChar"/>
    <w:semiHidden/>
    <w:rsid w:val="002832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28327D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TableofAuthorities">
    <w:name w:val="table of authorities"/>
    <w:basedOn w:val="Normal"/>
    <w:next w:val="Normal"/>
    <w:semiHidden/>
    <w:rsid w:val="0028327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327D"/>
  </w:style>
  <w:style w:type="paragraph" w:styleId="TOAHeading">
    <w:name w:val="toa heading"/>
    <w:basedOn w:val="Normal"/>
    <w:next w:val="Normal"/>
    <w:semiHidden/>
    <w:rsid w:val="0028327D"/>
    <w:pPr>
      <w:spacing w:before="120"/>
    </w:pPr>
    <w:rPr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28327D"/>
  </w:style>
  <w:style w:type="paragraph" w:styleId="TOC2">
    <w:name w:val="toc 2"/>
    <w:basedOn w:val="Normal"/>
    <w:next w:val="Normal"/>
    <w:autoRedefine/>
    <w:semiHidden/>
    <w:rsid w:val="0028327D"/>
    <w:pPr>
      <w:ind w:left="240"/>
    </w:pPr>
  </w:style>
  <w:style w:type="paragraph" w:styleId="TOC3">
    <w:name w:val="toc 3"/>
    <w:basedOn w:val="Normal"/>
    <w:next w:val="Normal"/>
    <w:autoRedefine/>
    <w:semiHidden/>
    <w:rsid w:val="0028327D"/>
    <w:pPr>
      <w:ind w:left="480"/>
    </w:pPr>
  </w:style>
  <w:style w:type="paragraph" w:styleId="TOC4">
    <w:name w:val="toc 4"/>
    <w:basedOn w:val="Normal"/>
    <w:next w:val="Normal"/>
    <w:autoRedefine/>
    <w:semiHidden/>
    <w:rsid w:val="0028327D"/>
    <w:pPr>
      <w:ind w:left="720"/>
    </w:pPr>
  </w:style>
  <w:style w:type="paragraph" w:styleId="TOC5">
    <w:name w:val="toc 5"/>
    <w:basedOn w:val="Normal"/>
    <w:next w:val="Normal"/>
    <w:autoRedefine/>
    <w:semiHidden/>
    <w:rsid w:val="0028327D"/>
    <w:pPr>
      <w:ind w:left="960"/>
    </w:pPr>
  </w:style>
  <w:style w:type="paragraph" w:styleId="TOC6">
    <w:name w:val="toc 6"/>
    <w:basedOn w:val="Normal"/>
    <w:next w:val="Normal"/>
    <w:autoRedefine/>
    <w:semiHidden/>
    <w:rsid w:val="0028327D"/>
    <w:pPr>
      <w:ind w:left="1200"/>
    </w:pPr>
  </w:style>
  <w:style w:type="paragraph" w:styleId="TOC7">
    <w:name w:val="toc 7"/>
    <w:basedOn w:val="Normal"/>
    <w:next w:val="Normal"/>
    <w:autoRedefine/>
    <w:semiHidden/>
    <w:rsid w:val="0028327D"/>
    <w:pPr>
      <w:ind w:left="1440"/>
    </w:pPr>
  </w:style>
  <w:style w:type="paragraph" w:styleId="TOC8">
    <w:name w:val="toc 8"/>
    <w:basedOn w:val="Normal"/>
    <w:next w:val="Normal"/>
    <w:autoRedefine/>
    <w:semiHidden/>
    <w:rsid w:val="0028327D"/>
    <w:pPr>
      <w:ind w:left="1680"/>
    </w:pPr>
  </w:style>
  <w:style w:type="paragraph" w:styleId="TOC9">
    <w:name w:val="toc 9"/>
    <w:basedOn w:val="Normal"/>
    <w:next w:val="Normal"/>
    <w:autoRedefine/>
    <w:semiHidden/>
    <w:rsid w:val="0028327D"/>
    <w:pPr>
      <w:ind w:left="1920"/>
    </w:pPr>
  </w:style>
  <w:style w:type="table" w:styleId="TableGrid">
    <w:name w:val="Table Grid"/>
    <w:basedOn w:val="TableNormal"/>
    <w:rsid w:val="00283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28327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8327D"/>
    <w:rPr>
      <w:rFonts w:ascii="Arial" w:eastAsia="STKaiti" w:hAnsi="Arial" w:cs="Arial"/>
      <w:szCs w:val="20"/>
      <w:lang w:eastAsia="en-US"/>
    </w:rPr>
  </w:style>
  <w:style w:type="paragraph" w:customStyle="1" w:styleId="SpecialReLine">
    <w:name w:val="Special ReLine"/>
    <w:basedOn w:val="Normal"/>
    <w:rsid w:val="005A5259"/>
    <w:pPr>
      <w:tabs>
        <w:tab w:val="left" w:pos="1152"/>
        <w:tab w:val="left" w:pos="2160"/>
      </w:tabs>
    </w:pPr>
    <w:rPr>
      <w:b/>
      <w:szCs w:val="24"/>
    </w:rPr>
  </w:style>
  <w:style w:type="paragraph" w:customStyle="1" w:styleId="HeaderDeliveryPhrase">
    <w:name w:val="Header Delivery Phrase"/>
    <w:basedOn w:val="DeliveryPhrase"/>
    <w:qFormat/>
    <w:rsid w:val="0028327D"/>
    <w:pPr>
      <w:spacing w:after="120"/>
    </w:pPr>
    <w:rPr>
      <w:sz w:val="18"/>
    </w:rPr>
  </w:style>
  <w:style w:type="character" w:styleId="PlaceholderText">
    <w:name w:val="Placeholder Text"/>
    <w:basedOn w:val="DefaultParagraphFont"/>
    <w:uiPriority w:val="99"/>
    <w:semiHidden/>
    <w:rsid w:val="003316CA"/>
    <w:rPr>
      <w:color w:val="808080"/>
    </w:rPr>
  </w:style>
  <w:style w:type="paragraph" w:customStyle="1" w:styleId="BCC">
    <w:name w:val="BCC"/>
    <w:basedOn w:val="Normal"/>
    <w:qFormat/>
    <w:rsid w:val="0083215C"/>
    <w:pPr>
      <w:pageBreakBefore/>
    </w:pPr>
  </w:style>
  <w:style w:type="paragraph" w:customStyle="1" w:styleId="CC">
    <w:name w:val="CC"/>
    <w:basedOn w:val="Normal"/>
    <w:rsid w:val="000517CD"/>
    <w:pPr>
      <w:spacing w:before="240"/>
    </w:pPr>
  </w:style>
  <w:style w:type="paragraph" w:customStyle="1" w:styleId="HeaderAuthor">
    <w:name w:val="Header Author"/>
    <w:basedOn w:val="Header"/>
    <w:rsid w:val="003018D8"/>
    <w:rPr>
      <w:b/>
    </w:rPr>
  </w:style>
  <w:style w:type="paragraph" w:customStyle="1" w:styleId="HeaderAuthorDetails">
    <w:name w:val="Header Author Details"/>
    <w:basedOn w:val="HeaderAuthor"/>
    <w:rsid w:val="003018D8"/>
    <w:rPr>
      <w:b w:val="0"/>
    </w:rPr>
  </w:style>
  <w:style w:type="paragraph" w:customStyle="1" w:styleId="HeaderLtrhead">
    <w:name w:val="Header Ltrhead"/>
    <w:basedOn w:val="Normal"/>
    <w:rsid w:val="001558BE"/>
    <w:pPr>
      <w:spacing w:line="240" w:lineRule="exact"/>
    </w:pPr>
    <w:rPr>
      <w:sz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DA1364"/>
    <w:pPr>
      <w:ind w:firstLine="720"/>
    </w:pPr>
    <w:rPr>
      <w:lang w:val="en-US"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A1364"/>
    <w:rPr>
      <w:rFonts w:ascii="Arial" w:eastAsia="STKaiti" w:hAnsi="Arial" w:cs="Arial"/>
      <w:szCs w:val="20"/>
      <w:lang w:val="x-none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E840C3"/>
  </w:style>
  <w:style w:type="paragraph" w:styleId="BodyText2">
    <w:name w:val="Body Text 2"/>
    <w:basedOn w:val="Normal"/>
    <w:link w:val="BodyText2Char"/>
    <w:uiPriority w:val="99"/>
    <w:semiHidden/>
    <w:unhideWhenUsed/>
    <w:rsid w:val="00E840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840C3"/>
    <w:rPr>
      <w:rFonts w:ascii="Arial" w:eastAsia="STKaiti" w:hAnsi="Arial" w:cs="Arial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40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40C3"/>
    <w:rPr>
      <w:rFonts w:ascii="Arial" w:eastAsia="STKaiti" w:hAnsi="Arial" w:cs="Arial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840C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840C3"/>
    <w:rPr>
      <w:rFonts w:ascii="Arial" w:eastAsia="STKaiti" w:hAnsi="Arial" w:cs="Arial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840C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840C3"/>
    <w:rPr>
      <w:rFonts w:ascii="Arial" w:eastAsia="STKaiti" w:hAnsi="Arial" w:cs="Arial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40C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40C3"/>
    <w:rPr>
      <w:rFonts w:ascii="Arial" w:eastAsia="STKaiti" w:hAnsi="Arial" w:cs="Arial"/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unhideWhenUsed/>
    <w:qFormat/>
    <w:rsid w:val="00E840C3"/>
    <w:pPr>
      <w:spacing w:after="200"/>
    </w:pPr>
    <w:rPr>
      <w:i/>
      <w:iCs/>
      <w:color w:val="1F497D" w:themeColor="text2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840C3"/>
  </w:style>
  <w:style w:type="character" w:customStyle="1" w:styleId="DateChar">
    <w:name w:val="Date Char"/>
    <w:basedOn w:val="DefaultParagraphFont"/>
    <w:link w:val="Date"/>
    <w:uiPriority w:val="99"/>
    <w:semiHidden/>
    <w:rsid w:val="00E840C3"/>
    <w:rPr>
      <w:rFonts w:ascii="Arial" w:eastAsia="STKaiti" w:hAnsi="Arial" w:cs="Arial"/>
      <w:szCs w:val="20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840C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840C3"/>
    <w:rPr>
      <w:rFonts w:ascii="Arial" w:eastAsia="STKaiti" w:hAnsi="Arial" w:cs="Arial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E840C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840C3"/>
    <w:rPr>
      <w:rFonts w:asciiTheme="majorHAnsi" w:eastAsiaTheme="majorEastAsia" w:hAnsiTheme="majorHAnsi" w:cstheme="majorBidi"/>
      <w:sz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840C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840C3"/>
    <w:rPr>
      <w:rFonts w:ascii="Arial" w:eastAsia="STKaiti" w:hAnsi="Arial" w:cs="Arial"/>
      <w:i/>
      <w:iCs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40C3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40C3"/>
    <w:rPr>
      <w:rFonts w:ascii="Consolas" w:eastAsia="STKaiti" w:hAnsi="Consolas" w:cs="Arial"/>
      <w:sz w:val="20"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E840C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0C3"/>
    <w:rPr>
      <w:rFonts w:ascii="Arial" w:eastAsia="STKaiti" w:hAnsi="Arial" w:cs="Arial"/>
      <w:i/>
      <w:iCs/>
      <w:color w:val="4F81BD" w:themeColor="accent1"/>
      <w:szCs w:val="20"/>
      <w:lang w:eastAsia="en-US"/>
    </w:rPr>
  </w:style>
  <w:style w:type="paragraph" w:styleId="List">
    <w:name w:val="List"/>
    <w:basedOn w:val="Normal"/>
    <w:uiPriority w:val="99"/>
    <w:semiHidden/>
    <w:unhideWhenUsed/>
    <w:rsid w:val="00E840C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840C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840C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840C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840C3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840C3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840C3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840C3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840C3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840C3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840C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840C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840C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840C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840C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840C3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840C3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840C3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840C3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840C3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rsid w:val="00E840C3"/>
    <w:pPr>
      <w:ind w:left="720"/>
      <w:contextualSpacing/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840C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840C3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840C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840C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840C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840C3"/>
    <w:rPr>
      <w:rFonts w:ascii="Arial" w:eastAsia="STKaiti" w:hAnsi="Arial" w:cs="Arial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840C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840C3"/>
    <w:rPr>
      <w:rFonts w:ascii="Consolas" w:eastAsia="STKaiti" w:hAnsi="Consolas" w:cs="Arial"/>
      <w:sz w:val="21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40C3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Litera\Innova\Templates\EN\Associated%20Templates\TPHS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F53962C1A54DEE9B18C98947CB7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860AE-2F8F-4A75-A043-4FF5DE4DD72C}"/>
      </w:docPartPr>
      <w:docPartBody>
        <w:p w:rsidR="002A52ED" w:rsidRDefault="002A52ED"/>
      </w:docPartBody>
    </w:docPart>
    <w:docPart>
      <w:docPartPr>
        <w:name w:val="2B7CE9D8DFED4BD1A0D6FF366B985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EB2F43-46EB-4A9C-B350-7A75CD2BADC5}"/>
      </w:docPartPr>
      <w:docPartBody>
        <w:p w:rsidR="002A52ED" w:rsidRDefault="002A52E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ED"/>
    <w:rsid w:val="0012307F"/>
    <w:rsid w:val="002708D7"/>
    <w:rsid w:val="002A52ED"/>
    <w:rsid w:val="003B1B60"/>
    <w:rsid w:val="00822225"/>
    <w:rsid w:val="00A169E5"/>
    <w:rsid w:val="00B079FC"/>
    <w:rsid w:val="00D0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52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TPHS Letter.dotx</Template>
  <TotalTime>4</TotalTime>
  <Pages>1</Pages>
  <Words>109</Words>
  <Characters>800</Characters>
  <Application>Microsoft Office Word</Application>
  <DocSecurity>0</DocSecurity>
  <Lines>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Troutman</dc:creator>
  <cp:keywords/>
  <dc:description/>
  <cp:lastModifiedBy>Pryor, Allison</cp:lastModifiedBy>
  <cp:revision>6</cp:revision>
  <dcterms:created xsi:type="dcterms:W3CDTF">2025-09-17T14:34:00Z</dcterms:created>
  <dcterms:modified xsi:type="dcterms:W3CDTF">2025-09-17T14:38:00Z</dcterms:modified>
</cp:coreProperties>
</file>